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B3" w:rsidRPr="00A23608" w:rsidRDefault="001779B3" w:rsidP="00A23608">
      <w:pPr>
        <w:pStyle w:val="BodyText2"/>
        <w:spacing w:after="0" w:line="240" w:lineRule="auto"/>
        <w:jc w:val="center"/>
      </w:pPr>
      <w:r w:rsidRPr="00A23608"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73.5pt" o:ole="">
            <v:imagedata r:id="rId4" o:title=""/>
          </v:shape>
          <o:OLEObject Type="Embed" ProgID="Word.Picture.8" ShapeID="_x0000_i1025" DrawAspect="Content" ObjectID="_1573649137" r:id="rId5"/>
        </w:object>
      </w:r>
    </w:p>
    <w:p w:rsidR="001779B3" w:rsidRPr="00A23608" w:rsidRDefault="001779B3" w:rsidP="00A23608">
      <w:pPr>
        <w:jc w:val="center"/>
        <w:rPr>
          <w:rFonts w:ascii="Times New Roman" w:hAnsi="Times New Roman"/>
          <w:b/>
          <w:sz w:val="28"/>
          <w:szCs w:val="28"/>
        </w:rPr>
      </w:pPr>
      <w:r w:rsidRPr="00A23608">
        <w:rPr>
          <w:rFonts w:ascii="Times New Roman" w:hAnsi="Times New Roman"/>
          <w:b/>
          <w:sz w:val="28"/>
          <w:szCs w:val="28"/>
        </w:rPr>
        <w:t xml:space="preserve">Республика  Карелия </w:t>
      </w:r>
    </w:p>
    <w:p w:rsidR="001779B3" w:rsidRPr="00A23608" w:rsidRDefault="001779B3" w:rsidP="00A23608">
      <w:pPr>
        <w:pStyle w:val="BodyText2"/>
        <w:spacing w:after="0" w:line="240" w:lineRule="auto"/>
        <w:jc w:val="center"/>
        <w:rPr>
          <w:b/>
          <w:bCs/>
          <w:sz w:val="28"/>
          <w:szCs w:val="28"/>
        </w:rPr>
      </w:pPr>
      <w:r w:rsidRPr="00A23608">
        <w:rPr>
          <w:b/>
          <w:bCs/>
          <w:sz w:val="28"/>
          <w:szCs w:val="28"/>
        </w:rPr>
        <w:t>Совет Шальского сельского поселения</w:t>
      </w:r>
    </w:p>
    <w:p w:rsidR="001779B3" w:rsidRPr="00A23608" w:rsidRDefault="001779B3" w:rsidP="00A23608">
      <w:pPr>
        <w:pStyle w:val="BodyText2"/>
        <w:spacing w:after="0" w:line="240" w:lineRule="auto"/>
        <w:jc w:val="center"/>
        <w:rPr>
          <w:b/>
          <w:bCs/>
          <w:sz w:val="28"/>
          <w:szCs w:val="28"/>
        </w:rPr>
      </w:pPr>
      <w:r w:rsidRPr="00A23608">
        <w:rPr>
          <w:b/>
          <w:bCs/>
          <w:sz w:val="28"/>
          <w:szCs w:val="28"/>
        </w:rPr>
        <w:t>Пудожского муниципального района</w:t>
      </w:r>
    </w:p>
    <w:p w:rsidR="001779B3" w:rsidRPr="00A23608" w:rsidRDefault="001779B3" w:rsidP="00A23608">
      <w:pPr>
        <w:pStyle w:val="BodyText2"/>
        <w:spacing w:after="0" w:line="240" w:lineRule="auto"/>
        <w:jc w:val="center"/>
        <w:rPr>
          <w:b/>
          <w:bCs/>
          <w:sz w:val="28"/>
          <w:szCs w:val="28"/>
        </w:rPr>
      </w:pPr>
      <w:r w:rsidRPr="00A23608">
        <w:rPr>
          <w:b/>
          <w:bCs/>
          <w:sz w:val="28"/>
          <w:szCs w:val="28"/>
        </w:rPr>
        <w:t xml:space="preserve">   3</w:t>
      </w:r>
      <w:r>
        <w:rPr>
          <w:b/>
          <w:bCs/>
          <w:sz w:val="28"/>
          <w:szCs w:val="28"/>
        </w:rPr>
        <w:t>4</w:t>
      </w:r>
      <w:r w:rsidRPr="00A23608">
        <w:rPr>
          <w:b/>
          <w:bCs/>
          <w:sz w:val="28"/>
          <w:szCs w:val="28"/>
        </w:rPr>
        <w:t xml:space="preserve"> заседание 3 созыва</w:t>
      </w:r>
    </w:p>
    <w:p w:rsidR="001779B3" w:rsidRPr="00A23608" w:rsidRDefault="001779B3" w:rsidP="00A23608">
      <w:pPr>
        <w:pStyle w:val="BodyText2"/>
        <w:spacing w:after="0" w:line="240" w:lineRule="auto"/>
        <w:jc w:val="center"/>
        <w:rPr>
          <w:b/>
          <w:bCs/>
          <w:sz w:val="28"/>
          <w:szCs w:val="28"/>
        </w:rPr>
      </w:pPr>
      <w:r w:rsidRPr="00A23608">
        <w:rPr>
          <w:b/>
          <w:bCs/>
          <w:sz w:val="28"/>
          <w:szCs w:val="28"/>
        </w:rPr>
        <w:t>РЕШЕНИЕ</w:t>
      </w:r>
    </w:p>
    <w:p w:rsidR="001779B3" w:rsidRPr="00A23608" w:rsidRDefault="001779B3" w:rsidP="00A23608">
      <w:pPr>
        <w:jc w:val="both"/>
        <w:rPr>
          <w:rFonts w:ascii="Times New Roman" w:hAnsi="Times New Roman"/>
          <w:sz w:val="28"/>
          <w:szCs w:val="28"/>
        </w:rPr>
      </w:pPr>
      <w:r w:rsidRPr="00A23608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29</w:t>
      </w:r>
      <w:r w:rsidRPr="00A23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Pr="00A23608">
        <w:rPr>
          <w:rFonts w:ascii="Times New Roman" w:hAnsi="Times New Roman"/>
          <w:sz w:val="28"/>
          <w:szCs w:val="28"/>
        </w:rPr>
        <w:t xml:space="preserve">  2017 года </w:t>
      </w:r>
      <w:r w:rsidRPr="00A23608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№  1</w:t>
      </w:r>
      <w:r>
        <w:rPr>
          <w:rFonts w:ascii="Times New Roman" w:hAnsi="Times New Roman"/>
          <w:sz w:val="28"/>
          <w:szCs w:val="28"/>
        </w:rPr>
        <w:t>11</w:t>
      </w:r>
    </w:p>
    <w:p w:rsidR="001779B3" w:rsidRPr="00A23608" w:rsidRDefault="001779B3" w:rsidP="00A2360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608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</w:p>
    <w:p w:rsidR="001779B3" w:rsidRPr="00A23608" w:rsidRDefault="001779B3" w:rsidP="00A2360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608">
        <w:rPr>
          <w:rFonts w:ascii="Times New Roman" w:hAnsi="Times New Roman" w:cs="Times New Roman"/>
          <w:b/>
          <w:sz w:val="28"/>
          <w:szCs w:val="28"/>
        </w:rPr>
        <w:t>о территориальном</w:t>
      </w:r>
    </w:p>
    <w:p w:rsidR="001779B3" w:rsidRPr="00A23608" w:rsidRDefault="001779B3" w:rsidP="00A2360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608">
        <w:rPr>
          <w:rFonts w:ascii="Times New Roman" w:hAnsi="Times New Roman" w:cs="Times New Roman"/>
          <w:b/>
          <w:sz w:val="28"/>
          <w:szCs w:val="28"/>
        </w:rPr>
        <w:t>общественном самоуправлении в</w:t>
      </w:r>
    </w:p>
    <w:p w:rsidR="001779B3" w:rsidRDefault="001779B3" w:rsidP="00A2360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23608">
        <w:rPr>
          <w:rFonts w:ascii="Times New Roman" w:hAnsi="Times New Roman" w:cs="Times New Roman"/>
          <w:b/>
          <w:sz w:val="28"/>
          <w:szCs w:val="28"/>
        </w:rPr>
        <w:t>Шальском сельском поселении</w:t>
      </w:r>
    </w:p>
    <w:p w:rsidR="001779B3" w:rsidRDefault="001779B3" w:rsidP="00EE7958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779B3" w:rsidRDefault="001779B3" w:rsidP="00EE7958">
      <w:pPr>
        <w:pStyle w:val="NoSpacing"/>
        <w:ind w:firstLine="720"/>
        <w:jc w:val="both"/>
        <w:rPr>
          <w:bCs/>
          <w:iCs/>
          <w:szCs w:val="28"/>
        </w:rPr>
      </w:pPr>
      <w:r>
        <w:t xml:space="preserve">В целях реализации права граждан на осуществление местного самоуправления посредством организации территориального общественного самоуправления на территории Шальского </w:t>
      </w:r>
      <w:r>
        <w:rPr>
          <w:szCs w:val="28"/>
        </w:rPr>
        <w:t>сельского поселения</w:t>
      </w:r>
      <w:r>
        <w:t xml:space="preserve">, в соответствии </w:t>
      </w:r>
      <w:r>
        <w:rPr>
          <w:bCs/>
          <w:iCs/>
          <w:szCs w:val="28"/>
        </w:rPr>
        <w:t>со ст. 27 Федерального закона «Об общих принципах организации местного самоуправления в Российской Федерации, ст. __ Устава Шальского сельского поселения, Совет Шальского сельского поселения решил:</w:t>
      </w:r>
    </w:p>
    <w:p w:rsidR="001779B3" w:rsidRDefault="001779B3" w:rsidP="00EE7958">
      <w:pPr>
        <w:pStyle w:val="NoSpacing"/>
        <w:ind w:firstLine="720"/>
        <w:jc w:val="both"/>
        <w:rPr>
          <w:bCs/>
          <w:iCs/>
          <w:szCs w:val="28"/>
        </w:rPr>
      </w:pPr>
    </w:p>
    <w:p w:rsidR="001779B3" w:rsidRDefault="001779B3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Положение о территориальном общественном самоуправлении в Шальском  сельском поселении согласно приложению.</w:t>
      </w:r>
    </w:p>
    <w:p w:rsidR="001779B3" w:rsidRDefault="001779B3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Опубликовать настоящее решение в газете «Вестник Шальского сельского поселения».</w:t>
      </w:r>
    </w:p>
    <w:p w:rsidR="001779B3" w:rsidRDefault="001779B3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:rsidR="001779B3" w:rsidRDefault="001779B3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79B3" w:rsidRDefault="001779B3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79B3" w:rsidRDefault="001779B3" w:rsidP="00A2360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Шальского сельского поселения                                        Т.В.Тифантьева</w:t>
      </w:r>
    </w:p>
    <w:p w:rsidR="001779B3" w:rsidRDefault="001779B3" w:rsidP="00A2360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Совета Шальского сельского поселения                   Н.Б.Уракова</w:t>
      </w:r>
    </w:p>
    <w:p w:rsidR="001779B3" w:rsidRDefault="001779B3" w:rsidP="00EE795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sectPr w:rsidR="001779B3" w:rsidSect="00A4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841DB"/>
    <w:rsid w:val="00091531"/>
    <w:rsid w:val="0009421B"/>
    <w:rsid w:val="00095ACD"/>
    <w:rsid w:val="00097CF6"/>
    <w:rsid w:val="000A2348"/>
    <w:rsid w:val="000A7AFF"/>
    <w:rsid w:val="000A7ED5"/>
    <w:rsid w:val="000B5A4B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0F5F19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9B3"/>
    <w:rsid w:val="00177B8A"/>
    <w:rsid w:val="0019205A"/>
    <w:rsid w:val="00192E0E"/>
    <w:rsid w:val="001967C9"/>
    <w:rsid w:val="001A3B81"/>
    <w:rsid w:val="001A5A7D"/>
    <w:rsid w:val="001A75B7"/>
    <w:rsid w:val="001C0D7B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3A5D"/>
    <w:rsid w:val="00224124"/>
    <w:rsid w:val="002247CA"/>
    <w:rsid w:val="00225500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34D3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A6D8C"/>
    <w:rsid w:val="002B51D1"/>
    <w:rsid w:val="002C316E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32295"/>
    <w:rsid w:val="003337A7"/>
    <w:rsid w:val="003341A8"/>
    <w:rsid w:val="00336454"/>
    <w:rsid w:val="00336EF3"/>
    <w:rsid w:val="00341D81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61AD"/>
    <w:rsid w:val="003A662A"/>
    <w:rsid w:val="003B1392"/>
    <w:rsid w:val="003B440D"/>
    <w:rsid w:val="003C0327"/>
    <w:rsid w:val="003C1F3B"/>
    <w:rsid w:val="003C2256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C0538"/>
    <w:rsid w:val="004C21DF"/>
    <w:rsid w:val="004C3D2F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5422"/>
    <w:rsid w:val="00526B6A"/>
    <w:rsid w:val="005303E1"/>
    <w:rsid w:val="005318DF"/>
    <w:rsid w:val="005319AA"/>
    <w:rsid w:val="005321C9"/>
    <w:rsid w:val="005377A4"/>
    <w:rsid w:val="005428F9"/>
    <w:rsid w:val="005436E7"/>
    <w:rsid w:val="00544E16"/>
    <w:rsid w:val="00547B95"/>
    <w:rsid w:val="00561B76"/>
    <w:rsid w:val="00563799"/>
    <w:rsid w:val="00563803"/>
    <w:rsid w:val="00566E3D"/>
    <w:rsid w:val="00567CEC"/>
    <w:rsid w:val="00571680"/>
    <w:rsid w:val="00575542"/>
    <w:rsid w:val="005814BA"/>
    <w:rsid w:val="00582D9F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2086E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B7F"/>
    <w:rsid w:val="006E579B"/>
    <w:rsid w:val="006E5828"/>
    <w:rsid w:val="006E61E6"/>
    <w:rsid w:val="006E6D89"/>
    <w:rsid w:val="006E7DBD"/>
    <w:rsid w:val="006F067E"/>
    <w:rsid w:val="006F5F1C"/>
    <w:rsid w:val="006F66A0"/>
    <w:rsid w:val="006F7FAA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89D"/>
    <w:rsid w:val="00763941"/>
    <w:rsid w:val="00765046"/>
    <w:rsid w:val="00766E86"/>
    <w:rsid w:val="007674FD"/>
    <w:rsid w:val="00770052"/>
    <w:rsid w:val="007702BE"/>
    <w:rsid w:val="0077198C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A5D8F"/>
    <w:rsid w:val="007A7D72"/>
    <w:rsid w:val="007B0BA5"/>
    <w:rsid w:val="007B36B5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65B2"/>
    <w:rsid w:val="00820B73"/>
    <w:rsid w:val="00820B7B"/>
    <w:rsid w:val="00820FD5"/>
    <w:rsid w:val="0082284A"/>
    <w:rsid w:val="0082791A"/>
    <w:rsid w:val="00827C36"/>
    <w:rsid w:val="00830419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9A7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E0172"/>
    <w:rsid w:val="008E283D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6645"/>
    <w:rsid w:val="00920F3C"/>
    <w:rsid w:val="0092129A"/>
    <w:rsid w:val="00921FD2"/>
    <w:rsid w:val="00925E02"/>
    <w:rsid w:val="00926941"/>
    <w:rsid w:val="0093638A"/>
    <w:rsid w:val="00937663"/>
    <w:rsid w:val="00941403"/>
    <w:rsid w:val="009464BA"/>
    <w:rsid w:val="009503E7"/>
    <w:rsid w:val="009505C9"/>
    <w:rsid w:val="00950B4C"/>
    <w:rsid w:val="00954054"/>
    <w:rsid w:val="00954DFC"/>
    <w:rsid w:val="00961532"/>
    <w:rsid w:val="00964ACF"/>
    <w:rsid w:val="009704A8"/>
    <w:rsid w:val="00971F12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C0537"/>
    <w:rsid w:val="009C46C0"/>
    <w:rsid w:val="009D1855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4108"/>
    <w:rsid w:val="00A1060F"/>
    <w:rsid w:val="00A13A30"/>
    <w:rsid w:val="00A13BF4"/>
    <w:rsid w:val="00A14B95"/>
    <w:rsid w:val="00A23608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A67E6"/>
    <w:rsid w:val="00AA767D"/>
    <w:rsid w:val="00AB1D3B"/>
    <w:rsid w:val="00AB52C2"/>
    <w:rsid w:val="00AB5B8C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2FD9"/>
    <w:rsid w:val="00B947EA"/>
    <w:rsid w:val="00B95AB4"/>
    <w:rsid w:val="00BA48AF"/>
    <w:rsid w:val="00BA62AE"/>
    <w:rsid w:val="00BA7A9A"/>
    <w:rsid w:val="00BB00C6"/>
    <w:rsid w:val="00BB29B2"/>
    <w:rsid w:val="00BB6129"/>
    <w:rsid w:val="00BB6C7F"/>
    <w:rsid w:val="00BB738A"/>
    <w:rsid w:val="00BC13A2"/>
    <w:rsid w:val="00BC1941"/>
    <w:rsid w:val="00BC4831"/>
    <w:rsid w:val="00BC69CE"/>
    <w:rsid w:val="00BD7E68"/>
    <w:rsid w:val="00BE04CB"/>
    <w:rsid w:val="00BE14D9"/>
    <w:rsid w:val="00BE351C"/>
    <w:rsid w:val="00BE4406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47C8"/>
    <w:rsid w:val="00CB4D41"/>
    <w:rsid w:val="00CC66BF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99E"/>
    <w:rsid w:val="00CF7D81"/>
    <w:rsid w:val="00D110CB"/>
    <w:rsid w:val="00D261EC"/>
    <w:rsid w:val="00D358EB"/>
    <w:rsid w:val="00D432DA"/>
    <w:rsid w:val="00D46203"/>
    <w:rsid w:val="00D5449E"/>
    <w:rsid w:val="00D54C00"/>
    <w:rsid w:val="00D61352"/>
    <w:rsid w:val="00D71239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7124"/>
    <w:rsid w:val="00D973AD"/>
    <w:rsid w:val="00DA09C7"/>
    <w:rsid w:val="00DA1230"/>
    <w:rsid w:val="00DA5792"/>
    <w:rsid w:val="00DB0AE0"/>
    <w:rsid w:val="00DB6ECE"/>
    <w:rsid w:val="00DC4DD5"/>
    <w:rsid w:val="00DC594E"/>
    <w:rsid w:val="00DC7EC7"/>
    <w:rsid w:val="00DD2633"/>
    <w:rsid w:val="00DD29CD"/>
    <w:rsid w:val="00DD66F0"/>
    <w:rsid w:val="00DE6BB8"/>
    <w:rsid w:val="00DF51B4"/>
    <w:rsid w:val="00DF5A30"/>
    <w:rsid w:val="00DF5FD7"/>
    <w:rsid w:val="00DF7D1D"/>
    <w:rsid w:val="00E03307"/>
    <w:rsid w:val="00E1009B"/>
    <w:rsid w:val="00E15225"/>
    <w:rsid w:val="00E15915"/>
    <w:rsid w:val="00E162DF"/>
    <w:rsid w:val="00E16B60"/>
    <w:rsid w:val="00E2055C"/>
    <w:rsid w:val="00E22776"/>
    <w:rsid w:val="00E25B09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A55"/>
    <w:rsid w:val="00F75064"/>
    <w:rsid w:val="00F753DA"/>
    <w:rsid w:val="00F76449"/>
    <w:rsid w:val="00F77BC8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2B95"/>
    <w:rsid w:val="00FB4C5D"/>
    <w:rsid w:val="00FB4F92"/>
    <w:rsid w:val="00FB7870"/>
    <w:rsid w:val="00FC0399"/>
    <w:rsid w:val="00FC1D1F"/>
    <w:rsid w:val="00FC206B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95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E7958"/>
    <w:rPr>
      <w:rFonts w:eastAsia="Times New Roman"/>
      <w:sz w:val="28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</w:rPr>
  </w:style>
  <w:style w:type="paragraph" w:styleId="BodyText2">
    <w:name w:val="Body Text 2"/>
    <w:basedOn w:val="Normal"/>
    <w:link w:val="BodyText2Char"/>
    <w:uiPriority w:val="99"/>
    <w:rsid w:val="00A23608"/>
    <w:pPr>
      <w:spacing w:after="120" w:line="480" w:lineRule="auto"/>
    </w:pPr>
    <w:rPr>
      <w:rFonts w:ascii="Times New Roman" w:hAnsi="Times New Roman"/>
      <w:sz w:val="26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78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189</Words>
  <Characters>1081</Characters>
  <Application>Microsoft Office Outlook</Application>
  <DocSecurity>0</DocSecurity>
  <Lines>0</Lines>
  <Paragraphs>0</Paragraphs>
  <ScaleCrop>false</ScaleCrop>
  <Company>agrk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Бурак</dc:creator>
  <cp:keywords/>
  <dc:description/>
  <cp:lastModifiedBy>Елена</cp:lastModifiedBy>
  <cp:revision>5</cp:revision>
  <cp:lastPrinted>2017-12-01T10:04:00Z</cp:lastPrinted>
  <dcterms:created xsi:type="dcterms:W3CDTF">2014-09-29T12:29:00Z</dcterms:created>
  <dcterms:modified xsi:type="dcterms:W3CDTF">2017-12-01T10:59:00Z</dcterms:modified>
</cp:coreProperties>
</file>